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CC9" w:rsidRPr="00073C50" w:rsidRDefault="001C7B73">
      <w:pPr>
        <w:rPr>
          <w:sz w:val="28"/>
          <w:szCs w:val="28"/>
        </w:rPr>
      </w:pPr>
      <w:r w:rsidRPr="00073C50">
        <w:rPr>
          <w:sz w:val="28"/>
          <w:szCs w:val="28"/>
        </w:rPr>
        <w:t>BC Calculus prompts</w:t>
      </w:r>
    </w:p>
    <w:p w:rsidR="00107CC9" w:rsidRPr="00073C50" w:rsidRDefault="00107CC9" w:rsidP="00107CC9">
      <w:pPr>
        <w:rPr>
          <w:sz w:val="28"/>
          <w:szCs w:val="28"/>
        </w:rPr>
      </w:pPr>
      <w:r w:rsidRPr="00073C50">
        <w:rPr>
          <w:sz w:val="28"/>
          <w:szCs w:val="28"/>
        </w:rPr>
        <w:t xml:space="preserve">1. This semester we have explored the notion of a limit on many different levels; limits of sequences, limits of sequences of partial sums, improper integrals and Taylor series all involve the concept of a limit but in different ways (and at increasing levels of complexity). Discuss the different ways the notion of limit has been applied in these various mathematical contexts. </w:t>
      </w:r>
    </w:p>
    <w:p w:rsidR="00107CC9" w:rsidRPr="00073C50" w:rsidRDefault="00107CC9" w:rsidP="00107CC9">
      <w:pPr>
        <w:rPr>
          <w:sz w:val="28"/>
          <w:szCs w:val="28"/>
        </w:rPr>
      </w:pPr>
      <w:r w:rsidRPr="00073C50">
        <w:rPr>
          <w:sz w:val="28"/>
          <w:szCs w:val="28"/>
        </w:rPr>
        <w:t>2. Some people enjoy learning advanced integration techniques such as trigonometric substitution; other people would be perfectly content using the TI-89 to obtain an anti-derivative. Is it a waste of time to learn a technique if we could obtain the same results with a machine?  State your opinion, but back it up with good reasoning and specific examples drawn from your life experiences.</w:t>
      </w:r>
    </w:p>
    <w:p w:rsidR="00760528" w:rsidRPr="00073C50" w:rsidRDefault="00107CC9">
      <w:pPr>
        <w:rPr>
          <w:sz w:val="28"/>
          <w:szCs w:val="28"/>
        </w:rPr>
      </w:pPr>
      <w:r w:rsidRPr="00073C50">
        <w:rPr>
          <w:sz w:val="28"/>
          <w:szCs w:val="28"/>
        </w:rPr>
        <w:t>3</w:t>
      </w:r>
      <w:r w:rsidR="001C7B73" w:rsidRPr="00073C50">
        <w:rPr>
          <w:sz w:val="28"/>
          <w:szCs w:val="28"/>
        </w:rPr>
        <w:t>.  Taylor polynomials can only approximate the sine function or the natural exponential; no Taylor polynomial with its finite degree ever perfectly matches the function it approximates.  Possibly this mirrors our own attempts to know ourselves and the world around us?  Are our mental representations of ourselves and our world simil</w:t>
      </w:r>
      <w:r w:rsidR="009B331D" w:rsidRPr="00073C50">
        <w:rPr>
          <w:sz w:val="28"/>
          <w:szCs w:val="28"/>
        </w:rPr>
        <w:t>ar to Taylor polynomials?  I</w:t>
      </w:r>
      <w:r w:rsidRPr="00073C50">
        <w:rPr>
          <w:sz w:val="28"/>
          <w:szCs w:val="28"/>
        </w:rPr>
        <w:t>s our conception of our world</w:t>
      </w:r>
      <w:r w:rsidR="001C7B73" w:rsidRPr="00073C50">
        <w:rPr>
          <w:sz w:val="28"/>
          <w:szCs w:val="28"/>
        </w:rPr>
        <w:t xml:space="preserve"> more like the closed form functions the “Taylors”</w:t>
      </w:r>
      <w:r w:rsidR="00760528" w:rsidRPr="00073C50">
        <w:rPr>
          <w:sz w:val="28"/>
          <w:szCs w:val="28"/>
        </w:rPr>
        <w:t xml:space="preserve"> strive to capture</w:t>
      </w:r>
      <w:r w:rsidR="001C7B73" w:rsidRPr="00073C50">
        <w:rPr>
          <w:sz w:val="28"/>
          <w:szCs w:val="28"/>
        </w:rPr>
        <w:t xml:space="preserve">?  </w:t>
      </w:r>
    </w:p>
    <w:p w:rsidR="00760528" w:rsidRPr="00073C50" w:rsidRDefault="00760528">
      <w:pPr>
        <w:rPr>
          <w:sz w:val="28"/>
          <w:szCs w:val="28"/>
        </w:rPr>
      </w:pPr>
      <w:r w:rsidRPr="00073C50">
        <w:rPr>
          <w:sz w:val="28"/>
          <w:szCs w:val="28"/>
        </w:rPr>
        <w:t xml:space="preserve">4.  </w:t>
      </w:r>
      <w:r w:rsidR="005029B4" w:rsidRPr="00073C50">
        <w:rPr>
          <w:sz w:val="28"/>
          <w:szCs w:val="28"/>
        </w:rPr>
        <w:t xml:space="preserve">Recently, it has become popular to say to ourselves and to others “Try to live in the moment.” What does this mean to you?  From the perspective of calculus, what does this mean?  Do the ideas of calculus tell us that it is impossible to live in </w:t>
      </w:r>
      <w:r w:rsidR="009B331D" w:rsidRPr="00073C50">
        <w:rPr>
          <w:sz w:val="28"/>
          <w:szCs w:val="28"/>
        </w:rPr>
        <w:t xml:space="preserve">the moment so we should give up trying, </w:t>
      </w:r>
      <w:r w:rsidR="005029B4" w:rsidRPr="00073C50">
        <w:rPr>
          <w:sz w:val="28"/>
          <w:szCs w:val="28"/>
        </w:rPr>
        <w:t>or do they give us clues about how</w:t>
      </w:r>
      <w:r w:rsidR="009B331D" w:rsidRPr="00073C50">
        <w:rPr>
          <w:sz w:val="28"/>
          <w:szCs w:val="28"/>
        </w:rPr>
        <w:t xml:space="preserve"> to attempt to approach an</w:t>
      </w:r>
      <w:r w:rsidR="005029B4" w:rsidRPr="00073C50">
        <w:rPr>
          <w:sz w:val="28"/>
          <w:szCs w:val="28"/>
        </w:rPr>
        <w:t xml:space="preserve"> unattainable</w:t>
      </w:r>
      <w:r w:rsidR="009B331D" w:rsidRPr="00073C50">
        <w:rPr>
          <w:sz w:val="28"/>
          <w:szCs w:val="28"/>
        </w:rPr>
        <w:t xml:space="preserve"> ideal</w:t>
      </w:r>
      <w:r w:rsidR="005029B4" w:rsidRPr="00073C50">
        <w:rPr>
          <w:sz w:val="28"/>
          <w:szCs w:val="28"/>
        </w:rPr>
        <w:t xml:space="preserve">? </w:t>
      </w:r>
    </w:p>
    <w:p w:rsidR="005029B4" w:rsidRDefault="00107CC9">
      <w:r>
        <w:t xml:space="preserve"> </w:t>
      </w:r>
    </w:p>
    <w:sectPr w:rsidR="005029B4" w:rsidSect="00892E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rsids>
    <w:rsidRoot w:val="001C7B73"/>
    <w:rsid w:val="00000338"/>
    <w:rsid w:val="000022AB"/>
    <w:rsid w:val="00002C1E"/>
    <w:rsid w:val="00003C17"/>
    <w:rsid w:val="00005E89"/>
    <w:rsid w:val="00006E21"/>
    <w:rsid w:val="000071A5"/>
    <w:rsid w:val="000072DC"/>
    <w:rsid w:val="00015103"/>
    <w:rsid w:val="000151DB"/>
    <w:rsid w:val="00015BE7"/>
    <w:rsid w:val="000163F4"/>
    <w:rsid w:val="00016B09"/>
    <w:rsid w:val="00020704"/>
    <w:rsid w:val="000211C6"/>
    <w:rsid w:val="00021CC5"/>
    <w:rsid w:val="00021EA4"/>
    <w:rsid w:val="00022EF6"/>
    <w:rsid w:val="00023D6E"/>
    <w:rsid w:val="00024FA0"/>
    <w:rsid w:val="000253C4"/>
    <w:rsid w:val="00025DB0"/>
    <w:rsid w:val="0002661D"/>
    <w:rsid w:val="000268B4"/>
    <w:rsid w:val="000268B8"/>
    <w:rsid w:val="00026CBE"/>
    <w:rsid w:val="0002779B"/>
    <w:rsid w:val="00030929"/>
    <w:rsid w:val="00031087"/>
    <w:rsid w:val="00031ADB"/>
    <w:rsid w:val="00031EB3"/>
    <w:rsid w:val="00031F8F"/>
    <w:rsid w:val="00032467"/>
    <w:rsid w:val="0003310F"/>
    <w:rsid w:val="0003429B"/>
    <w:rsid w:val="00035647"/>
    <w:rsid w:val="00036880"/>
    <w:rsid w:val="000377ED"/>
    <w:rsid w:val="00040462"/>
    <w:rsid w:val="00041539"/>
    <w:rsid w:val="0004364C"/>
    <w:rsid w:val="00045D5F"/>
    <w:rsid w:val="00046D3C"/>
    <w:rsid w:val="00054726"/>
    <w:rsid w:val="000548A8"/>
    <w:rsid w:val="00054D1E"/>
    <w:rsid w:val="00055580"/>
    <w:rsid w:val="00060A80"/>
    <w:rsid w:val="00060D5B"/>
    <w:rsid w:val="0006130F"/>
    <w:rsid w:val="0006313E"/>
    <w:rsid w:val="00071BCC"/>
    <w:rsid w:val="00072F0A"/>
    <w:rsid w:val="00073C50"/>
    <w:rsid w:val="0007630A"/>
    <w:rsid w:val="00076ABE"/>
    <w:rsid w:val="00077296"/>
    <w:rsid w:val="000816EE"/>
    <w:rsid w:val="000833F8"/>
    <w:rsid w:val="0008458B"/>
    <w:rsid w:val="00085298"/>
    <w:rsid w:val="00086017"/>
    <w:rsid w:val="00093FDE"/>
    <w:rsid w:val="0009516C"/>
    <w:rsid w:val="000A2142"/>
    <w:rsid w:val="000A2FBE"/>
    <w:rsid w:val="000A4D83"/>
    <w:rsid w:val="000B1846"/>
    <w:rsid w:val="000B3C9B"/>
    <w:rsid w:val="000B5235"/>
    <w:rsid w:val="000B6DA9"/>
    <w:rsid w:val="000B743C"/>
    <w:rsid w:val="000B7B73"/>
    <w:rsid w:val="000C03F4"/>
    <w:rsid w:val="000C0481"/>
    <w:rsid w:val="000C0F0C"/>
    <w:rsid w:val="000C1106"/>
    <w:rsid w:val="000C1672"/>
    <w:rsid w:val="000C2EE4"/>
    <w:rsid w:val="000C3CE0"/>
    <w:rsid w:val="000C4F3D"/>
    <w:rsid w:val="000C66D6"/>
    <w:rsid w:val="000D0607"/>
    <w:rsid w:val="000D0AB8"/>
    <w:rsid w:val="000D1DA3"/>
    <w:rsid w:val="000D3B44"/>
    <w:rsid w:val="000D4453"/>
    <w:rsid w:val="000D5212"/>
    <w:rsid w:val="000D5369"/>
    <w:rsid w:val="000D6CE1"/>
    <w:rsid w:val="000D74CE"/>
    <w:rsid w:val="000E1E2D"/>
    <w:rsid w:val="000E26A1"/>
    <w:rsid w:val="000E6606"/>
    <w:rsid w:val="000E7196"/>
    <w:rsid w:val="000E7E57"/>
    <w:rsid w:val="000F0A0C"/>
    <w:rsid w:val="000F26CD"/>
    <w:rsid w:val="000F5728"/>
    <w:rsid w:val="000F5B9B"/>
    <w:rsid w:val="000F7934"/>
    <w:rsid w:val="00100200"/>
    <w:rsid w:val="0010096D"/>
    <w:rsid w:val="00101CCA"/>
    <w:rsid w:val="00102370"/>
    <w:rsid w:val="00102664"/>
    <w:rsid w:val="001038C9"/>
    <w:rsid w:val="00103D5E"/>
    <w:rsid w:val="001067D6"/>
    <w:rsid w:val="0010746C"/>
    <w:rsid w:val="00107A8E"/>
    <w:rsid w:val="00107CC9"/>
    <w:rsid w:val="00107DCA"/>
    <w:rsid w:val="00111545"/>
    <w:rsid w:val="00111B9B"/>
    <w:rsid w:val="0011285B"/>
    <w:rsid w:val="0011353E"/>
    <w:rsid w:val="001139CE"/>
    <w:rsid w:val="00113BFE"/>
    <w:rsid w:val="001214C5"/>
    <w:rsid w:val="00122897"/>
    <w:rsid w:val="00122CF2"/>
    <w:rsid w:val="001236D3"/>
    <w:rsid w:val="001238D1"/>
    <w:rsid w:val="0012479F"/>
    <w:rsid w:val="00125C39"/>
    <w:rsid w:val="0012606D"/>
    <w:rsid w:val="0012670D"/>
    <w:rsid w:val="001268A6"/>
    <w:rsid w:val="00126FE4"/>
    <w:rsid w:val="00131665"/>
    <w:rsid w:val="001317F0"/>
    <w:rsid w:val="00134D96"/>
    <w:rsid w:val="00135733"/>
    <w:rsid w:val="00136D0A"/>
    <w:rsid w:val="00137270"/>
    <w:rsid w:val="001406F7"/>
    <w:rsid w:val="001424CD"/>
    <w:rsid w:val="00142D35"/>
    <w:rsid w:val="00143121"/>
    <w:rsid w:val="0014562A"/>
    <w:rsid w:val="00146F85"/>
    <w:rsid w:val="00150AFF"/>
    <w:rsid w:val="00150EE5"/>
    <w:rsid w:val="00151794"/>
    <w:rsid w:val="00152896"/>
    <w:rsid w:val="0015334C"/>
    <w:rsid w:val="00154BAC"/>
    <w:rsid w:val="00154F43"/>
    <w:rsid w:val="00160E1F"/>
    <w:rsid w:val="001616EC"/>
    <w:rsid w:val="00163190"/>
    <w:rsid w:val="00164A30"/>
    <w:rsid w:val="00165230"/>
    <w:rsid w:val="001653A6"/>
    <w:rsid w:val="00165CA6"/>
    <w:rsid w:val="00166002"/>
    <w:rsid w:val="00167E24"/>
    <w:rsid w:val="00171207"/>
    <w:rsid w:val="001735BA"/>
    <w:rsid w:val="00173A90"/>
    <w:rsid w:val="00173DC4"/>
    <w:rsid w:val="001749A0"/>
    <w:rsid w:val="0017527B"/>
    <w:rsid w:val="001769F7"/>
    <w:rsid w:val="00183C4A"/>
    <w:rsid w:val="00185224"/>
    <w:rsid w:val="001861D1"/>
    <w:rsid w:val="001862E3"/>
    <w:rsid w:val="00186D5C"/>
    <w:rsid w:val="00187245"/>
    <w:rsid w:val="00187384"/>
    <w:rsid w:val="00187710"/>
    <w:rsid w:val="00191EFD"/>
    <w:rsid w:val="001920E4"/>
    <w:rsid w:val="0019350A"/>
    <w:rsid w:val="00194DBC"/>
    <w:rsid w:val="00194EE2"/>
    <w:rsid w:val="00197A24"/>
    <w:rsid w:val="001A0966"/>
    <w:rsid w:val="001A2447"/>
    <w:rsid w:val="001A2764"/>
    <w:rsid w:val="001A28E1"/>
    <w:rsid w:val="001A2B12"/>
    <w:rsid w:val="001A4475"/>
    <w:rsid w:val="001A5D12"/>
    <w:rsid w:val="001A5EE1"/>
    <w:rsid w:val="001A620F"/>
    <w:rsid w:val="001A6CC6"/>
    <w:rsid w:val="001A7EBC"/>
    <w:rsid w:val="001B0E3F"/>
    <w:rsid w:val="001B1197"/>
    <w:rsid w:val="001B1D34"/>
    <w:rsid w:val="001B3B1F"/>
    <w:rsid w:val="001B42EA"/>
    <w:rsid w:val="001B5AC4"/>
    <w:rsid w:val="001B624E"/>
    <w:rsid w:val="001C0186"/>
    <w:rsid w:val="001C02C9"/>
    <w:rsid w:val="001C11D2"/>
    <w:rsid w:val="001C4044"/>
    <w:rsid w:val="001C5518"/>
    <w:rsid w:val="001C621B"/>
    <w:rsid w:val="001C71F5"/>
    <w:rsid w:val="001C7B73"/>
    <w:rsid w:val="001D0D2D"/>
    <w:rsid w:val="001D127C"/>
    <w:rsid w:val="001D14A0"/>
    <w:rsid w:val="001D14E0"/>
    <w:rsid w:val="001D221F"/>
    <w:rsid w:val="001D26DD"/>
    <w:rsid w:val="001D39D5"/>
    <w:rsid w:val="001D45C0"/>
    <w:rsid w:val="001D5A1D"/>
    <w:rsid w:val="001D61ED"/>
    <w:rsid w:val="001D6D0D"/>
    <w:rsid w:val="001D74F6"/>
    <w:rsid w:val="001D79D8"/>
    <w:rsid w:val="001E0817"/>
    <w:rsid w:val="001E160D"/>
    <w:rsid w:val="001E2EFA"/>
    <w:rsid w:val="001E3C99"/>
    <w:rsid w:val="001E3D25"/>
    <w:rsid w:val="001E3E39"/>
    <w:rsid w:val="001E5D9E"/>
    <w:rsid w:val="001E61C0"/>
    <w:rsid w:val="001F256E"/>
    <w:rsid w:val="001F4165"/>
    <w:rsid w:val="001F79E0"/>
    <w:rsid w:val="00200088"/>
    <w:rsid w:val="00202EFB"/>
    <w:rsid w:val="00203616"/>
    <w:rsid w:val="00203B22"/>
    <w:rsid w:val="00204039"/>
    <w:rsid w:val="00204DCB"/>
    <w:rsid w:val="00210DD5"/>
    <w:rsid w:val="00210EFD"/>
    <w:rsid w:val="00214082"/>
    <w:rsid w:val="002148AD"/>
    <w:rsid w:val="00217D70"/>
    <w:rsid w:val="00217E06"/>
    <w:rsid w:val="00222ECE"/>
    <w:rsid w:val="0022494D"/>
    <w:rsid w:val="002262BF"/>
    <w:rsid w:val="00226DDD"/>
    <w:rsid w:val="00232512"/>
    <w:rsid w:val="00232B94"/>
    <w:rsid w:val="0023520F"/>
    <w:rsid w:val="0023535E"/>
    <w:rsid w:val="002366DA"/>
    <w:rsid w:val="00240CE3"/>
    <w:rsid w:val="002427D9"/>
    <w:rsid w:val="00242897"/>
    <w:rsid w:val="00246513"/>
    <w:rsid w:val="0025111F"/>
    <w:rsid w:val="00253DD0"/>
    <w:rsid w:val="0025520B"/>
    <w:rsid w:val="00255BF3"/>
    <w:rsid w:val="002641EA"/>
    <w:rsid w:val="002665BB"/>
    <w:rsid w:val="00267035"/>
    <w:rsid w:val="002704C1"/>
    <w:rsid w:val="00271A05"/>
    <w:rsid w:val="00273E1D"/>
    <w:rsid w:val="002742A8"/>
    <w:rsid w:val="00274F7F"/>
    <w:rsid w:val="002752A0"/>
    <w:rsid w:val="0027534F"/>
    <w:rsid w:val="0027649C"/>
    <w:rsid w:val="00277BA6"/>
    <w:rsid w:val="0028079D"/>
    <w:rsid w:val="0029094F"/>
    <w:rsid w:val="00290BAF"/>
    <w:rsid w:val="00291EDD"/>
    <w:rsid w:val="00292B13"/>
    <w:rsid w:val="00293B25"/>
    <w:rsid w:val="00294E81"/>
    <w:rsid w:val="002962DC"/>
    <w:rsid w:val="0029688F"/>
    <w:rsid w:val="00296E00"/>
    <w:rsid w:val="00296E33"/>
    <w:rsid w:val="002A0620"/>
    <w:rsid w:val="002A12AD"/>
    <w:rsid w:val="002A18D8"/>
    <w:rsid w:val="002A414D"/>
    <w:rsid w:val="002A4F20"/>
    <w:rsid w:val="002A5442"/>
    <w:rsid w:val="002A5C1B"/>
    <w:rsid w:val="002A629B"/>
    <w:rsid w:val="002A6543"/>
    <w:rsid w:val="002A6581"/>
    <w:rsid w:val="002A65A8"/>
    <w:rsid w:val="002A6F9B"/>
    <w:rsid w:val="002A7615"/>
    <w:rsid w:val="002B4297"/>
    <w:rsid w:val="002B5754"/>
    <w:rsid w:val="002B7892"/>
    <w:rsid w:val="002C2D49"/>
    <w:rsid w:val="002C3288"/>
    <w:rsid w:val="002C3A57"/>
    <w:rsid w:val="002C41E8"/>
    <w:rsid w:val="002C4497"/>
    <w:rsid w:val="002C63FE"/>
    <w:rsid w:val="002D0A7A"/>
    <w:rsid w:val="002D3609"/>
    <w:rsid w:val="002D4E0D"/>
    <w:rsid w:val="002D79A5"/>
    <w:rsid w:val="002E1274"/>
    <w:rsid w:val="002E5620"/>
    <w:rsid w:val="002E6740"/>
    <w:rsid w:val="002E6806"/>
    <w:rsid w:val="002E692B"/>
    <w:rsid w:val="002E7122"/>
    <w:rsid w:val="002F0696"/>
    <w:rsid w:val="002F3439"/>
    <w:rsid w:val="002F5899"/>
    <w:rsid w:val="0030212F"/>
    <w:rsid w:val="00303471"/>
    <w:rsid w:val="003039DE"/>
    <w:rsid w:val="00303ECE"/>
    <w:rsid w:val="00310669"/>
    <w:rsid w:val="00310FB7"/>
    <w:rsid w:val="0031238B"/>
    <w:rsid w:val="003129F5"/>
    <w:rsid w:val="00312B3E"/>
    <w:rsid w:val="00312D0C"/>
    <w:rsid w:val="00316675"/>
    <w:rsid w:val="0032048D"/>
    <w:rsid w:val="00321122"/>
    <w:rsid w:val="0032277D"/>
    <w:rsid w:val="003230FC"/>
    <w:rsid w:val="003236F6"/>
    <w:rsid w:val="003242D5"/>
    <w:rsid w:val="003246FE"/>
    <w:rsid w:val="00325157"/>
    <w:rsid w:val="003257CA"/>
    <w:rsid w:val="003259D4"/>
    <w:rsid w:val="00325CC5"/>
    <w:rsid w:val="0032683A"/>
    <w:rsid w:val="0032753A"/>
    <w:rsid w:val="00332FF3"/>
    <w:rsid w:val="0033409B"/>
    <w:rsid w:val="00334236"/>
    <w:rsid w:val="003345E4"/>
    <w:rsid w:val="00336234"/>
    <w:rsid w:val="00336A0A"/>
    <w:rsid w:val="00341A4A"/>
    <w:rsid w:val="00342493"/>
    <w:rsid w:val="00342E26"/>
    <w:rsid w:val="003439E8"/>
    <w:rsid w:val="003446F9"/>
    <w:rsid w:val="003453A5"/>
    <w:rsid w:val="00346267"/>
    <w:rsid w:val="003467AD"/>
    <w:rsid w:val="003471F6"/>
    <w:rsid w:val="003475E2"/>
    <w:rsid w:val="00350E14"/>
    <w:rsid w:val="003511D7"/>
    <w:rsid w:val="00351408"/>
    <w:rsid w:val="00351D7C"/>
    <w:rsid w:val="00352849"/>
    <w:rsid w:val="003532DF"/>
    <w:rsid w:val="003537C9"/>
    <w:rsid w:val="00355182"/>
    <w:rsid w:val="003574B6"/>
    <w:rsid w:val="003638CD"/>
    <w:rsid w:val="003652C3"/>
    <w:rsid w:val="00365EB4"/>
    <w:rsid w:val="003705FC"/>
    <w:rsid w:val="00370BE4"/>
    <w:rsid w:val="00370D20"/>
    <w:rsid w:val="0037185D"/>
    <w:rsid w:val="0037192B"/>
    <w:rsid w:val="00372BCB"/>
    <w:rsid w:val="00373C83"/>
    <w:rsid w:val="00374A93"/>
    <w:rsid w:val="00374ABB"/>
    <w:rsid w:val="00374EEC"/>
    <w:rsid w:val="003764FD"/>
    <w:rsid w:val="00376C74"/>
    <w:rsid w:val="00377B9D"/>
    <w:rsid w:val="003806B8"/>
    <w:rsid w:val="00380966"/>
    <w:rsid w:val="00380C58"/>
    <w:rsid w:val="003838DC"/>
    <w:rsid w:val="00387FE8"/>
    <w:rsid w:val="0039070E"/>
    <w:rsid w:val="00390D15"/>
    <w:rsid w:val="00391046"/>
    <w:rsid w:val="0039142C"/>
    <w:rsid w:val="00393CF9"/>
    <w:rsid w:val="003940BE"/>
    <w:rsid w:val="00394D34"/>
    <w:rsid w:val="00395180"/>
    <w:rsid w:val="00395EF2"/>
    <w:rsid w:val="0039651A"/>
    <w:rsid w:val="003A08D1"/>
    <w:rsid w:val="003A1907"/>
    <w:rsid w:val="003A1D2B"/>
    <w:rsid w:val="003A4D07"/>
    <w:rsid w:val="003B0C38"/>
    <w:rsid w:val="003B0DF7"/>
    <w:rsid w:val="003B287E"/>
    <w:rsid w:val="003B36BB"/>
    <w:rsid w:val="003B42A0"/>
    <w:rsid w:val="003B50CA"/>
    <w:rsid w:val="003B69A2"/>
    <w:rsid w:val="003B70BC"/>
    <w:rsid w:val="003B7BA2"/>
    <w:rsid w:val="003C08BC"/>
    <w:rsid w:val="003C19AD"/>
    <w:rsid w:val="003C34B9"/>
    <w:rsid w:val="003C3B9C"/>
    <w:rsid w:val="003C3BCE"/>
    <w:rsid w:val="003C6E04"/>
    <w:rsid w:val="003D043F"/>
    <w:rsid w:val="003D5B72"/>
    <w:rsid w:val="003D5C7E"/>
    <w:rsid w:val="003E0B3C"/>
    <w:rsid w:val="003E1563"/>
    <w:rsid w:val="003E294B"/>
    <w:rsid w:val="003E2CEA"/>
    <w:rsid w:val="003E3189"/>
    <w:rsid w:val="003E3979"/>
    <w:rsid w:val="003E674A"/>
    <w:rsid w:val="003F0BCF"/>
    <w:rsid w:val="003F138C"/>
    <w:rsid w:val="003F2893"/>
    <w:rsid w:val="003F3D0D"/>
    <w:rsid w:val="003F4415"/>
    <w:rsid w:val="003F61E7"/>
    <w:rsid w:val="003F6C3A"/>
    <w:rsid w:val="003F6F11"/>
    <w:rsid w:val="003F70DF"/>
    <w:rsid w:val="003F795C"/>
    <w:rsid w:val="0040062A"/>
    <w:rsid w:val="004017AA"/>
    <w:rsid w:val="00404BA7"/>
    <w:rsid w:val="0040504B"/>
    <w:rsid w:val="00406ED6"/>
    <w:rsid w:val="00410DCD"/>
    <w:rsid w:val="00411CE1"/>
    <w:rsid w:val="004133D0"/>
    <w:rsid w:val="00413775"/>
    <w:rsid w:val="004137A0"/>
    <w:rsid w:val="00414345"/>
    <w:rsid w:val="004145D2"/>
    <w:rsid w:val="00414BE2"/>
    <w:rsid w:val="0041508B"/>
    <w:rsid w:val="00416110"/>
    <w:rsid w:val="00416759"/>
    <w:rsid w:val="004169DB"/>
    <w:rsid w:val="0042017A"/>
    <w:rsid w:val="00420B3B"/>
    <w:rsid w:val="00420F70"/>
    <w:rsid w:val="00422833"/>
    <w:rsid w:val="00422C42"/>
    <w:rsid w:val="00423680"/>
    <w:rsid w:val="00423A21"/>
    <w:rsid w:val="00424135"/>
    <w:rsid w:val="00425CF8"/>
    <w:rsid w:val="004309D0"/>
    <w:rsid w:val="00430E6A"/>
    <w:rsid w:val="0043111A"/>
    <w:rsid w:val="00431459"/>
    <w:rsid w:val="00432D70"/>
    <w:rsid w:val="00433338"/>
    <w:rsid w:val="004366BC"/>
    <w:rsid w:val="00436886"/>
    <w:rsid w:val="00443056"/>
    <w:rsid w:val="004442A9"/>
    <w:rsid w:val="00446423"/>
    <w:rsid w:val="0044676C"/>
    <w:rsid w:val="00447650"/>
    <w:rsid w:val="00453312"/>
    <w:rsid w:val="00453E05"/>
    <w:rsid w:val="00454104"/>
    <w:rsid w:val="00454F26"/>
    <w:rsid w:val="00455A62"/>
    <w:rsid w:val="00456442"/>
    <w:rsid w:val="0045658E"/>
    <w:rsid w:val="004568F9"/>
    <w:rsid w:val="004572E6"/>
    <w:rsid w:val="004601D9"/>
    <w:rsid w:val="00460987"/>
    <w:rsid w:val="00463683"/>
    <w:rsid w:val="00466A9D"/>
    <w:rsid w:val="00466D01"/>
    <w:rsid w:val="00471498"/>
    <w:rsid w:val="0047151C"/>
    <w:rsid w:val="00472903"/>
    <w:rsid w:val="00475070"/>
    <w:rsid w:val="00475BD7"/>
    <w:rsid w:val="0047749F"/>
    <w:rsid w:val="0048003B"/>
    <w:rsid w:val="00480C81"/>
    <w:rsid w:val="0048115F"/>
    <w:rsid w:val="00482C2C"/>
    <w:rsid w:val="00484D8F"/>
    <w:rsid w:val="0048500E"/>
    <w:rsid w:val="00486C5E"/>
    <w:rsid w:val="00486F15"/>
    <w:rsid w:val="00487650"/>
    <w:rsid w:val="00491F08"/>
    <w:rsid w:val="00494EE0"/>
    <w:rsid w:val="00495661"/>
    <w:rsid w:val="00496B3E"/>
    <w:rsid w:val="004A033E"/>
    <w:rsid w:val="004A1142"/>
    <w:rsid w:val="004A4CCF"/>
    <w:rsid w:val="004A50EF"/>
    <w:rsid w:val="004A58EE"/>
    <w:rsid w:val="004A600F"/>
    <w:rsid w:val="004A7726"/>
    <w:rsid w:val="004B0BA6"/>
    <w:rsid w:val="004B46F9"/>
    <w:rsid w:val="004B485F"/>
    <w:rsid w:val="004B6B92"/>
    <w:rsid w:val="004C0AC0"/>
    <w:rsid w:val="004C1660"/>
    <w:rsid w:val="004C1CFB"/>
    <w:rsid w:val="004C1FD2"/>
    <w:rsid w:val="004C3DDD"/>
    <w:rsid w:val="004C5BBD"/>
    <w:rsid w:val="004C64C0"/>
    <w:rsid w:val="004C6A8C"/>
    <w:rsid w:val="004C7205"/>
    <w:rsid w:val="004D05FD"/>
    <w:rsid w:val="004D2A48"/>
    <w:rsid w:val="004D53D6"/>
    <w:rsid w:val="004D71E9"/>
    <w:rsid w:val="004D7BA9"/>
    <w:rsid w:val="004E0C85"/>
    <w:rsid w:val="004E12EF"/>
    <w:rsid w:val="004E1332"/>
    <w:rsid w:val="004E259F"/>
    <w:rsid w:val="004E3BFB"/>
    <w:rsid w:val="004E5801"/>
    <w:rsid w:val="004E7373"/>
    <w:rsid w:val="004E7720"/>
    <w:rsid w:val="004F015A"/>
    <w:rsid w:val="004F1E7C"/>
    <w:rsid w:val="004F2B56"/>
    <w:rsid w:val="004F3F40"/>
    <w:rsid w:val="004F4CEB"/>
    <w:rsid w:val="004F4ED0"/>
    <w:rsid w:val="004F64FC"/>
    <w:rsid w:val="004F6579"/>
    <w:rsid w:val="00500CCB"/>
    <w:rsid w:val="00500D76"/>
    <w:rsid w:val="005029B4"/>
    <w:rsid w:val="00503336"/>
    <w:rsid w:val="00503759"/>
    <w:rsid w:val="00503E7B"/>
    <w:rsid w:val="005041FB"/>
    <w:rsid w:val="00506523"/>
    <w:rsid w:val="00506E5A"/>
    <w:rsid w:val="00510A68"/>
    <w:rsid w:val="005110CA"/>
    <w:rsid w:val="00511620"/>
    <w:rsid w:val="0051381D"/>
    <w:rsid w:val="00513AC4"/>
    <w:rsid w:val="00516315"/>
    <w:rsid w:val="00516C29"/>
    <w:rsid w:val="0051769C"/>
    <w:rsid w:val="005201CD"/>
    <w:rsid w:val="00520818"/>
    <w:rsid w:val="00521FAF"/>
    <w:rsid w:val="005229F3"/>
    <w:rsid w:val="00523140"/>
    <w:rsid w:val="0052351D"/>
    <w:rsid w:val="005245BD"/>
    <w:rsid w:val="00524FC3"/>
    <w:rsid w:val="00525737"/>
    <w:rsid w:val="00525975"/>
    <w:rsid w:val="00526901"/>
    <w:rsid w:val="005274B0"/>
    <w:rsid w:val="00530AE1"/>
    <w:rsid w:val="00530EE7"/>
    <w:rsid w:val="00531DBE"/>
    <w:rsid w:val="00533757"/>
    <w:rsid w:val="0053375A"/>
    <w:rsid w:val="00533CD8"/>
    <w:rsid w:val="00534468"/>
    <w:rsid w:val="00535B98"/>
    <w:rsid w:val="00536900"/>
    <w:rsid w:val="005374C0"/>
    <w:rsid w:val="0054389B"/>
    <w:rsid w:val="00550477"/>
    <w:rsid w:val="00550B0B"/>
    <w:rsid w:val="00550D2D"/>
    <w:rsid w:val="00551762"/>
    <w:rsid w:val="00551B1B"/>
    <w:rsid w:val="00551D46"/>
    <w:rsid w:val="005521B5"/>
    <w:rsid w:val="00552318"/>
    <w:rsid w:val="00555A54"/>
    <w:rsid w:val="00555D15"/>
    <w:rsid w:val="00560471"/>
    <w:rsid w:val="0056390E"/>
    <w:rsid w:val="00563F82"/>
    <w:rsid w:val="00564702"/>
    <w:rsid w:val="0056602B"/>
    <w:rsid w:val="00566867"/>
    <w:rsid w:val="00567E6A"/>
    <w:rsid w:val="0057084E"/>
    <w:rsid w:val="00573D03"/>
    <w:rsid w:val="00574C48"/>
    <w:rsid w:val="00574D00"/>
    <w:rsid w:val="00575B7B"/>
    <w:rsid w:val="00575FC6"/>
    <w:rsid w:val="00576E5C"/>
    <w:rsid w:val="00577FDF"/>
    <w:rsid w:val="00581E4B"/>
    <w:rsid w:val="00583A21"/>
    <w:rsid w:val="00584371"/>
    <w:rsid w:val="00585A1B"/>
    <w:rsid w:val="005904EE"/>
    <w:rsid w:val="00591182"/>
    <w:rsid w:val="00591ACE"/>
    <w:rsid w:val="00591CBA"/>
    <w:rsid w:val="00593A7D"/>
    <w:rsid w:val="0059685B"/>
    <w:rsid w:val="005A339E"/>
    <w:rsid w:val="005A5DAA"/>
    <w:rsid w:val="005B216D"/>
    <w:rsid w:val="005B41BC"/>
    <w:rsid w:val="005B5AEE"/>
    <w:rsid w:val="005C21B2"/>
    <w:rsid w:val="005C27DE"/>
    <w:rsid w:val="005C4BD7"/>
    <w:rsid w:val="005C4C14"/>
    <w:rsid w:val="005C570F"/>
    <w:rsid w:val="005C6B2F"/>
    <w:rsid w:val="005D13D2"/>
    <w:rsid w:val="005D2F94"/>
    <w:rsid w:val="005D2FD9"/>
    <w:rsid w:val="005D314A"/>
    <w:rsid w:val="005D3526"/>
    <w:rsid w:val="005D3609"/>
    <w:rsid w:val="005D49DF"/>
    <w:rsid w:val="005D6173"/>
    <w:rsid w:val="005D7872"/>
    <w:rsid w:val="005E0F56"/>
    <w:rsid w:val="005E173D"/>
    <w:rsid w:val="005E1E7E"/>
    <w:rsid w:val="005E2102"/>
    <w:rsid w:val="005E29A9"/>
    <w:rsid w:val="005E29FC"/>
    <w:rsid w:val="005E35D2"/>
    <w:rsid w:val="005F0A57"/>
    <w:rsid w:val="005F2D29"/>
    <w:rsid w:val="005F2FA8"/>
    <w:rsid w:val="005F5686"/>
    <w:rsid w:val="00600F3E"/>
    <w:rsid w:val="00607D38"/>
    <w:rsid w:val="00610BFA"/>
    <w:rsid w:val="00611D12"/>
    <w:rsid w:val="00612903"/>
    <w:rsid w:val="006130BA"/>
    <w:rsid w:val="00614E97"/>
    <w:rsid w:val="00616BE0"/>
    <w:rsid w:val="006218D2"/>
    <w:rsid w:val="00623416"/>
    <w:rsid w:val="00623D54"/>
    <w:rsid w:val="00624F78"/>
    <w:rsid w:val="0062503A"/>
    <w:rsid w:val="006313B7"/>
    <w:rsid w:val="00634156"/>
    <w:rsid w:val="00634999"/>
    <w:rsid w:val="0063690E"/>
    <w:rsid w:val="00636C73"/>
    <w:rsid w:val="006378C2"/>
    <w:rsid w:val="0064322C"/>
    <w:rsid w:val="00643A76"/>
    <w:rsid w:val="00645B9A"/>
    <w:rsid w:val="00646344"/>
    <w:rsid w:val="006504C6"/>
    <w:rsid w:val="006516E1"/>
    <w:rsid w:val="0065233B"/>
    <w:rsid w:val="00652527"/>
    <w:rsid w:val="006527D9"/>
    <w:rsid w:val="006529C7"/>
    <w:rsid w:val="00654346"/>
    <w:rsid w:val="006546A1"/>
    <w:rsid w:val="00656696"/>
    <w:rsid w:val="00656A85"/>
    <w:rsid w:val="00656C05"/>
    <w:rsid w:val="006574A5"/>
    <w:rsid w:val="00657C72"/>
    <w:rsid w:val="00660D46"/>
    <w:rsid w:val="00661D13"/>
    <w:rsid w:val="00663C91"/>
    <w:rsid w:val="0066593A"/>
    <w:rsid w:val="00666188"/>
    <w:rsid w:val="006706D2"/>
    <w:rsid w:val="00673D4B"/>
    <w:rsid w:val="00673DD5"/>
    <w:rsid w:val="00674B04"/>
    <w:rsid w:val="006755F0"/>
    <w:rsid w:val="00675C3D"/>
    <w:rsid w:val="0067771A"/>
    <w:rsid w:val="00681944"/>
    <w:rsid w:val="0068238C"/>
    <w:rsid w:val="00682A1E"/>
    <w:rsid w:val="00682DF5"/>
    <w:rsid w:val="0068452F"/>
    <w:rsid w:val="006855BF"/>
    <w:rsid w:val="006864D6"/>
    <w:rsid w:val="006871A7"/>
    <w:rsid w:val="00687F00"/>
    <w:rsid w:val="00692745"/>
    <w:rsid w:val="006933CA"/>
    <w:rsid w:val="0069356C"/>
    <w:rsid w:val="00696BA8"/>
    <w:rsid w:val="0069792F"/>
    <w:rsid w:val="00697995"/>
    <w:rsid w:val="006A1A1B"/>
    <w:rsid w:val="006A3554"/>
    <w:rsid w:val="006A4BF3"/>
    <w:rsid w:val="006A515F"/>
    <w:rsid w:val="006A5F6E"/>
    <w:rsid w:val="006A7006"/>
    <w:rsid w:val="006A73BC"/>
    <w:rsid w:val="006B1512"/>
    <w:rsid w:val="006B1BC0"/>
    <w:rsid w:val="006B220E"/>
    <w:rsid w:val="006B2DAD"/>
    <w:rsid w:val="006B389A"/>
    <w:rsid w:val="006B4118"/>
    <w:rsid w:val="006B42DE"/>
    <w:rsid w:val="006B61FD"/>
    <w:rsid w:val="006C3FFF"/>
    <w:rsid w:val="006C42FA"/>
    <w:rsid w:val="006C440E"/>
    <w:rsid w:val="006C4522"/>
    <w:rsid w:val="006C4BA7"/>
    <w:rsid w:val="006C5C90"/>
    <w:rsid w:val="006C5CCB"/>
    <w:rsid w:val="006C7869"/>
    <w:rsid w:val="006D0DBE"/>
    <w:rsid w:val="006D1A3E"/>
    <w:rsid w:val="006D1F10"/>
    <w:rsid w:val="006D22D6"/>
    <w:rsid w:val="006D2AB8"/>
    <w:rsid w:val="006D2F6B"/>
    <w:rsid w:val="006D4165"/>
    <w:rsid w:val="006D4E98"/>
    <w:rsid w:val="006D79E7"/>
    <w:rsid w:val="006E047B"/>
    <w:rsid w:val="006E195A"/>
    <w:rsid w:val="006E28A1"/>
    <w:rsid w:val="006E4111"/>
    <w:rsid w:val="006E436F"/>
    <w:rsid w:val="006E4934"/>
    <w:rsid w:val="006E4F91"/>
    <w:rsid w:val="006E6265"/>
    <w:rsid w:val="006E7A07"/>
    <w:rsid w:val="006F3196"/>
    <w:rsid w:val="006F4B17"/>
    <w:rsid w:val="006F560A"/>
    <w:rsid w:val="006F5A01"/>
    <w:rsid w:val="00700EC8"/>
    <w:rsid w:val="0070312A"/>
    <w:rsid w:val="007035D3"/>
    <w:rsid w:val="00704F41"/>
    <w:rsid w:val="0070733C"/>
    <w:rsid w:val="00711AA3"/>
    <w:rsid w:val="0071290B"/>
    <w:rsid w:val="00713CE4"/>
    <w:rsid w:val="00714999"/>
    <w:rsid w:val="0071502A"/>
    <w:rsid w:val="0072157C"/>
    <w:rsid w:val="00721A9C"/>
    <w:rsid w:val="0072235E"/>
    <w:rsid w:val="0072391B"/>
    <w:rsid w:val="007279E2"/>
    <w:rsid w:val="007354AC"/>
    <w:rsid w:val="007356BF"/>
    <w:rsid w:val="00735CBD"/>
    <w:rsid w:val="0073677A"/>
    <w:rsid w:val="0073789D"/>
    <w:rsid w:val="007430A4"/>
    <w:rsid w:val="00743210"/>
    <w:rsid w:val="007453AF"/>
    <w:rsid w:val="0074545F"/>
    <w:rsid w:val="00745B86"/>
    <w:rsid w:val="00745E01"/>
    <w:rsid w:val="0074602E"/>
    <w:rsid w:val="00746840"/>
    <w:rsid w:val="00747F9F"/>
    <w:rsid w:val="00751D8A"/>
    <w:rsid w:val="007561E4"/>
    <w:rsid w:val="00756903"/>
    <w:rsid w:val="0075733B"/>
    <w:rsid w:val="00760528"/>
    <w:rsid w:val="007607F2"/>
    <w:rsid w:val="007616D6"/>
    <w:rsid w:val="0076397F"/>
    <w:rsid w:val="00763DA7"/>
    <w:rsid w:val="00764918"/>
    <w:rsid w:val="007664BB"/>
    <w:rsid w:val="007665C5"/>
    <w:rsid w:val="00766A41"/>
    <w:rsid w:val="00770682"/>
    <w:rsid w:val="007727D1"/>
    <w:rsid w:val="00772F8F"/>
    <w:rsid w:val="00772FAD"/>
    <w:rsid w:val="007745B5"/>
    <w:rsid w:val="00774E99"/>
    <w:rsid w:val="0077514D"/>
    <w:rsid w:val="00775FEC"/>
    <w:rsid w:val="007777E2"/>
    <w:rsid w:val="00780333"/>
    <w:rsid w:val="00780374"/>
    <w:rsid w:val="00781E18"/>
    <w:rsid w:val="007858B6"/>
    <w:rsid w:val="0078694C"/>
    <w:rsid w:val="00787C7C"/>
    <w:rsid w:val="00787FB3"/>
    <w:rsid w:val="007910A2"/>
    <w:rsid w:val="007914E6"/>
    <w:rsid w:val="007A0AA1"/>
    <w:rsid w:val="007A1F1B"/>
    <w:rsid w:val="007A72EB"/>
    <w:rsid w:val="007A76F2"/>
    <w:rsid w:val="007A7BA0"/>
    <w:rsid w:val="007B192E"/>
    <w:rsid w:val="007B479C"/>
    <w:rsid w:val="007B5F04"/>
    <w:rsid w:val="007B677F"/>
    <w:rsid w:val="007B6D86"/>
    <w:rsid w:val="007C0E85"/>
    <w:rsid w:val="007C19FC"/>
    <w:rsid w:val="007C737C"/>
    <w:rsid w:val="007C79A8"/>
    <w:rsid w:val="007D0A9F"/>
    <w:rsid w:val="007D1A5D"/>
    <w:rsid w:val="007D63C8"/>
    <w:rsid w:val="007D7A01"/>
    <w:rsid w:val="007E1BCC"/>
    <w:rsid w:val="007E1E95"/>
    <w:rsid w:val="007E68B9"/>
    <w:rsid w:val="007E6C98"/>
    <w:rsid w:val="007E7658"/>
    <w:rsid w:val="007E7A6D"/>
    <w:rsid w:val="007F0824"/>
    <w:rsid w:val="007F0C87"/>
    <w:rsid w:val="007F15E0"/>
    <w:rsid w:val="007F1754"/>
    <w:rsid w:val="007F46B7"/>
    <w:rsid w:val="007F59F3"/>
    <w:rsid w:val="00800B67"/>
    <w:rsid w:val="00802DC9"/>
    <w:rsid w:val="00802DFD"/>
    <w:rsid w:val="00803D94"/>
    <w:rsid w:val="00804479"/>
    <w:rsid w:val="008054A7"/>
    <w:rsid w:val="00807F82"/>
    <w:rsid w:val="00810F91"/>
    <w:rsid w:val="008114CD"/>
    <w:rsid w:val="00812987"/>
    <w:rsid w:val="00812E4E"/>
    <w:rsid w:val="00817FC0"/>
    <w:rsid w:val="00827996"/>
    <w:rsid w:val="00827C2F"/>
    <w:rsid w:val="00827C46"/>
    <w:rsid w:val="0083190C"/>
    <w:rsid w:val="00832F01"/>
    <w:rsid w:val="008330AB"/>
    <w:rsid w:val="00834175"/>
    <w:rsid w:val="00835462"/>
    <w:rsid w:val="00835F5C"/>
    <w:rsid w:val="00844208"/>
    <w:rsid w:val="008450ED"/>
    <w:rsid w:val="00847203"/>
    <w:rsid w:val="008475FD"/>
    <w:rsid w:val="00850161"/>
    <w:rsid w:val="00851AE3"/>
    <w:rsid w:val="00851FDD"/>
    <w:rsid w:val="00852D00"/>
    <w:rsid w:val="00853386"/>
    <w:rsid w:val="00854672"/>
    <w:rsid w:val="008561A8"/>
    <w:rsid w:val="00856338"/>
    <w:rsid w:val="008574CC"/>
    <w:rsid w:val="008575E7"/>
    <w:rsid w:val="00857B86"/>
    <w:rsid w:val="00862B71"/>
    <w:rsid w:val="00862CBA"/>
    <w:rsid w:val="00863499"/>
    <w:rsid w:val="008660C4"/>
    <w:rsid w:val="00866366"/>
    <w:rsid w:val="008728AA"/>
    <w:rsid w:val="00873669"/>
    <w:rsid w:val="0087376E"/>
    <w:rsid w:val="00874664"/>
    <w:rsid w:val="00874FF7"/>
    <w:rsid w:val="00876512"/>
    <w:rsid w:val="0087722A"/>
    <w:rsid w:val="00880769"/>
    <w:rsid w:val="0088198A"/>
    <w:rsid w:val="00882EED"/>
    <w:rsid w:val="00885C74"/>
    <w:rsid w:val="00886E6C"/>
    <w:rsid w:val="0089158E"/>
    <w:rsid w:val="008917DB"/>
    <w:rsid w:val="008920CC"/>
    <w:rsid w:val="00892EF5"/>
    <w:rsid w:val="00893A8B"/>
    <w:rsid w:val="00895D85"/>
    <w:rsid w:val="00896F3C"/>
    <w:rsid w:val="008A1AB5"/>
    <w:rsid w:val="008A2A87"/>
    <w:rsid w:val="008A3C1E"/>
    <w:rsid w:val="008A40C7"/>
    <w:rsid w:val="008A4C31"/>
    <w:rsid w:val="008A5AE0"/>
    <w:rsid w:val="008B00D7"/>
    <w:rsid w:val="008B02B5"/>
    <w:rsid w:val="008B2B9D"/>
    <w:rsid w:val="008B42BE"/>
    <w:rsid w:val="008B461A"/>
    <w:rsid w:val="008C0F24"/>
    <w:rsid w:val="008C18CC"/>
    <w:rsid w:val="008C2C04"/>
    <w:rsid w:val="008C6812"/>
    <w:rsid w:val="008C7818"/>
    <w:rsid w:val="008D193C"/>
    <w:rsid w:val="008D2E35"/>
    <w:rsid w:val="008D3643"/>
    <w:rsid w:val="008D366D"/>
    <w:rsid w:val="008D3F70"/>
    <w:rsid w:val="008D63EB"/>
    <w:rsid w:val="008E1D20"/>
    <w:rsid w:val="008E51CF"/>
    <w:rsid w:val="008E6245"/>
    <w:rsid w:val="008E791A"/>
    <w:rsid w:val="008F4535"/>
    <w:rsid w:val="008F7221"/>
    <w:rsid w:val="009001B3"/>
    <w:rsid w:val="00900BB9"/>
    <w:rsid w:val="00903B1A"/>
    <w:rsid w:val="00903D19"/>
    <w:rsid w:val="00903EE3"/>
    <w:rsid w:val="0090440B"/>
    <w:rsid w:val="00904BFE"/>
    <w:rsid w:val="0090647D"/>
    <w:rsid w:val="00910245"/>
    <w:rsid w:val="00910568"/>
    <w:rsid w:val="00910E4A"/>
    <w:rsid w:val="00912942"/>
    <w:rsid w:val="00914834"/>
    <w:rsid w:val="00920146"/>
    <w:rsid w:val="009205E9"/>
    <w:rsid w:val="00922555"/>
    <w:rsid w:val="0092346C"/>
    <w:rsid w:val="009245B9"/>
    <w:rsid w:val="00925F65"/>
    <w:rsid w:val="00926D23"/>
    <w:rsid w:val="0093044C"/>
    <w:rsid w:val="00931087"/>
    <w:rsid w:val="00931AC0"/>
    <w:rsid w:val="009323E6"/>
    <w:rsid w:val="00934301"/>
    <w:rsid w:val="009345FE"/>
    <w:rsid w:val="00935812"/>
    <w:rsid w:val="0093616A"/>
    <w:rsid w:val="00936BA5"/>
    <w:rsid w:val="009405C4"/>
    <w:rsid w:val="00941192"/>
    <w:rsid w:val="00941277"/>
    <w:rsid w:val="00942A0A"/>
    <w:rsid w:val="00946147"/>
    <w:rsid w:val="00950C70"/>
    <w:rsid w:val="00951BAC"/>
    <w:rsid w:val="00953D59"/>
    <w:rsid w:val="0095613E"/>
    <w:rsid w:val="00957BF3"/>
    <w:rsid w:val="009608C1"/>
    <w:rsid w:val="00960CE0"/>
    <w:rsid w:val="00961A4D"/>
    <w:rsid w:val="009629DB"/>
    <w:rsid w:val="0096445F"/>
    <w:rsid w:val="00964A51"/>
    <w:rsid w:val="00966EB9"/>
    <w:rsid w:val="00970135"/>
    <w:rsid w:val="0097187A"/>
    <w:rsid w:val="00971C6C"/>
    <w:rsid w:val="00972EAC"/>
    <w:rsid w:val="00974241"/>
    <w:rsid w:val="009772F1"/>
    <w:rsid w:val="0097744B"/>
    <w:rsid w:val="00980F35"/>
    <w:rsid w:val="009820D5"/>
    <w:rsid w:val="00982377"/>
    <w:rsid w:val="00982AA8"/>
    <w:rsid w:val="00983892"/>
    <w:rsid w:val="0098418F"/>
    <w:rsid w:val="00984382"/>
    <w:rsid w:val="009875AB"/>
    <w:rsid w:val="00990C9B"/>
    <w:rsid w:val="00990D7C"/>
    <w:rsid w:val="00990DC0"/>
    <w:rsid w:val="00991B55"/>
    <w:rsid w:val="00993A3A"/>
    <w:rsid w:val="00993CD6"/>
    <w:rsid w:val="00997310"/>
    <w:rsid w:val="009A095C"/>
    <w:rsid w:val="009A0AD8"/>
    <w:rsid w:val="009A1822"/>
    <w:rsid w:val="009A31AF"/>
    <w:rsid w:val="009A6138"/>
    <w:rsid w:val="009A7B7E"/>
    <w:rsid w:val="009B01A2"/>
    <w:rsid w:val="009B0C5B"/>
    <w:rsid w:val="009B2806"/>
    <w:rsid w:val="009B331D"/>
    <w:rsid w:val="009B4412"/>
    <w:rsid w:val="009B4554"/>
    <w:rsid w:val="009B631E"/>
    <w:rsid w:val="009C2D68"/>
    <w:rsid w:val="009C3855"/>
    <w:rsid w:val="009C431B"/>
    <w:rsid w:val="009C56DD"/>
    <w:rsid w:val="009D1300"/>
    <w:rsid w:val="009D20B6"/>
    <w:rsid w:val="009E08C8"/>
    <w:rsid w:val="009E1270"/>
    <w:rsid w:val="009E137A"/>
    <w:rsid w:val="009E1963"/>
    <w:rsid w:val="009E2B16"/>
    <w:rsid w:val="009E5781"/>
    <w:rsid w:val="009E7B20"/>
    <w:rsid w:val="009E7F34"/>
    <w:rsid w:val="009F0D6D"/>
    <w:rsid w:val="009F1352"/>
    <w:rsid w:val="009F1633"/>
    <w:rsid w:val="009F23FC"/>
    <w:rsid w:val="009F334C"/>
    <w:rsid w:val="009F63C1"/>
    <w:rsid w:val="009F738F"/>
    <w:rsid w:val="00A02316"/>
    <w:rsid w:val="00A057B1"/>
    <w:rsid w:val="00A066F6"/>
    <w:rsid w:val="00A102B2"/>
    <w:rsid w:val="00A10D1A"/>
    <w:rsid w:val="00A110D5"/>
    <w:rsid w:val="00A126AE"/>
    <w:rsid w:val="00A1272E"/>
    <w:rsid w:val="00A12733"/>
    <w:rsid w:val="00A130B2"/>
    <w:rsid w:val="00A14CDD"/>
    <w:rsid w:val="00A15D5A"/>
    <w:rsid w:val="00A15D5F"/>
    <w:rsid w:val="00A15D7F"/>
    <w:rsid w:val="00A17807"/>
    <w:rsid w:val="00A22D7B"/>
    <w:rsid w:val="00A231C4"/>
    <w:rsid w:val="00A232A4"/>
    <w:rsid w:val="00A257B6"/>
    <w:rsid w:val="00A33F3B"/>
    <w:rsid w:val="00A34FA8"/>
    <w:rsid w:val="00A3560F"/>
    <w:rsid w:val="00A35F2C"/>
    <w:rsid w:val="00A3667C"/>
    <w:rsid w:val="00A4011F"/>
    <w:rsid w:val="00A439EA"/>
    <w:rsid w:val="00A45C4D"/>
    <w:rsid w:val="00A50A7C"/>
    <w:rsid w:val="00A50E5F"/>
    <w:rsid w:val="00A5113F"/>
    <w:rsid w:val="00A528CE"/>
    <w:rsid w:val="00A531F3"/>
    <w:rsid w:val="00A536BF"/>
    <w:rsid w:val="00A53D60"/>
    <w:rsid w:val="00A555BC"/>
    <w:rsid w:val="00A60FAD"/>
    <w:rsid w:val="00A61321"/>
    <w:rsid w:val="00A62BDC"/>
    <w:rsid w:val="00A636E5"/>
    <w:rsid w:val="00A63A29"/>
    <w:rsid w:val="00A643A1"/>
    <w:rsid w:val="00A64EF3"/>
    <w:rsid w:val="00A66600"/>
    <w:rsid w:val="00A66A0D"/>
    <w:rsid w:val="00A70104"/>
    <w:rsid w:val="00A71E85"/>
    <w:rsid w:val="00A73A7B"/>
    <w:rsid w:val="00A743B1"/>
    <w:rsid w:val="00A74B67"/>
    <w:rsid w:val="00A7536F"/>
    <w:rsid w:val="00A76014"/>
    <w:rsid w:val="00A7762F"/>
    <w:rsid w:val="00A77CEC"/>
    <w:rsid w:val="00A818F3"/>
    <w:rsid w:val="00A82C79"/>
    <w:rsid w:val="00A83931"/>
    <w:rsid w:val="00A839FC"/>
    <w:rsid w:val="00A83F32"/>
    <w:rsid w:val="00A86BB3"/>
    <w:rsid w:val="00A9088D"/>
    <w:rsid w:val="00A90FEB"/>
    <w:rsid w:val="00A91507"/>
    <w:rsid w:val="00A9157D"/>
    <w:rsid w:val="00A928DC"/>
    <w:rsid w:val="00A932AD"/>
    <w:rsid w:val="00A94164"/>
    <w:rsid w:val="00A94AEC"/>
    <w:rsid w:val="00A965A7"/>
    <w:rsid w:val="00A97142"/>
    <w:rsid w:val="00AA3CFC"/>
    <w:rsid w:val="00AA3E35"/>
    <w:rsid w:val="00AA43FA"/>
    <w:rsid w:val="00AA5426"/>
    <w:rsid w:val="00AA5C1E"/>
    <w:rsid w:val="00AA637C"/>
    <w:rsid w:val="00AA7225"/>
    <w:rsid w:val="00AB11A7"/>
    <w:rsid w:val="00AB1399"/>
    <w:rsid w:val="00AB1B72"/>
    <w:rsid w:val="00AB3A7E"/>
    <w:rsid w:val="00AB3FA3"/>
    <w:rsid w:val="00AB6E7F"/>
    <w:rsid w:val="00AC49B6"/>
    <w:rsid w:val="00AC63A4"/>
    <w:rsid w:val="00AC7293"/>
    <w:rsid w:val="00AD0523"/>
    <w:rsid w:val="00AD0886"/>
    <w:rsid w:val="00AD1ED0"/>
    <w:rsid w:val="00AD2370"/>
    <w:rsid w:val="00AD437D"/>
    <w:rsid w:val="00AE4520"/>
    <w:rsid w:val="00AE4ADF"/>
    <w:rsid w:val="00AF0303"/>
    <w:rsid w:val="00AF08EB"/>
    <w:rsid w:val="00AF2302"/>
    <w:rsid w:val="00AF2548"/>
    <w:rsid w:val="00AF430D"/>
    <w:rsid w:val="00AF5C87"/>
    <w:rsid w:val="00AF65D7"/>
    <w:rsid w:val="00AF7B00"/>
    <w:rsid w:val="00B00BCC"/>
    <w:rsid w:val="00B011A0"/>
    <w:rsid w:val="00B01E00"/>
    <w:rsid w:val="00B03051"/>
    <w:rsid w:val="00B044AB"/>
    <w:rsid w:val="00B047EF"/>
    <w:rsid w:val="00B052CC"/>
    <w:rsid w:val="00B06B33"/>
    <w:rsid w:val="00B075D1"/>
    <w:rsid w:val="00B0788D"/>
    <w:rsid w:val="00B10C64"/>
    <w:rsid w:val="00B11EAC"/>
    <w:rsid w:val="00B12009"/>
    <w:rsid w:val="00B12A40"/>
    <w:rsid w:val="00B130CF"/>
    <w:rsid w:val="00B14BC2"/>
    <w:rsid w:val="00B21448"/>
    <w:rsid w:val="00B23184"/>
    <w:rsid w:val="00B24BA2"/>
    <w:rsid w:val="00B24ED9"/>
    <w:rsid w:val="00B25F4D"/>
    <w:rsid w:val="00B26B81"/>
    <w:rsid w:val="00B304D4"/>
    <w:rsid w:val="00B316AB"/>
    <w:rsid w:val="00B32DEE"/>
    <w:rsid w:val="00B366F8"/>
    <w:rsid w:val="00B36CD4"/>
    <w:rsid w:val="00B37233"/>
    <w:rsid w:val="00B37E8B"/>
    <w:rsid w:val="00B41057"/>
    <w:rsid w:val="00B410C1"/>
    <w:rsid w:val="00B4184A"/>
    <w:rsid w:val="00B426BA"/>
    <w:rsid w:val="00B431FF"/>
    <w:rsid w:val="00B4327A"/>
    <w:rsid w:val="00B4376E"/>
    <w:rsid w:val="00B437A4"/>
    <w:rsid w:val="00B43A5D"/>
    <w:rsid w:val="00B4432F"/>
    <w:rsid w:val="00B446E3"/>
    <w:rsid w:val="00B44902"/>
    <w:rsid w:val="00B44911"/>
    <w:rsid w:val="00B45512"/>
    <w:rsid w:val="00B47BE5"/>
    <w:rsid w:val="00B51A97"/>
    <w:rsid w:val="00B5520C"/>
    <w:rsid w:val="00B55780"/>
    <w:rsid w:val="00B578A9"/>
    <w:rsid w:val="00B6241A"/>
    <w:rsid w:val="00B62BA5"/>
    <w:rsid w:val="00B62EFE"/>
    <w:rsid w:val="00B63A20"/>
    <w:rsid w:val="00B6416E"/>
    <w:rsid w:val="00B6459C"/>
    <w:rsid w:val="00B654C8"/>
    <w:rsid w:val="00B65ECF"/>
    <w:rsid w:val="00B65FAC"/>
    <w:rsid w:val="00B66991"/>
    <w:rsid w:val="00B67695"/>
    <w:rsid w:val="00B67AD1"/>
    <w:rsid w:val="00B67D1C"/>
    <w:rsid w:val="00B70BB3"/>
    <w:rsid w:val="00B70DF5"/>
    <w:rsid w:val="00B71456"/>
    <w:rsid w:val="00B7269C"/>
    <w:rsid w:val="00B73424"/>
    <w:rsid w:val="00B76EC4"/>
    <w:rsid w:val="00B76F34"/>
    <w:rsid w:val="00B80106"/>
    <w:rsid w:val="00B80452"/>
    <w:rsid w:val="00B80A33"/>
    <w:rsid w:val="00B819B5"/>
    <w:rsid w:val="00B82272"/>
    <w:rsid w:val="00B84071"/>
    <w:rsid w:val="00B908AD"/>
    <w:rsid w:val="00B90CF4"/>
    <w:rsid w:val="00B92223"/>
    <w:rsid w:val="00B93EB3"/>
    <w:rsid w:val="00B943A7"/>
    <w:rsid w:val="00B959AD"/>
    <w:rsid w:val="00B95F9B"/>
    <w:rsid w:val="00B97195"/>
    <w:rsid w:val="00BA3017"/>
    <w:rsid w:val="00BA6CCD"/>
    <w:rsid w:val="00BA73A1"/>
    <w:rsid w:val="00BB2642"/>
    <w:rsid w:val="00BB32B9"/>
    <w:rsid w:val="00BB3551"/>
    <w:rsid w:val="00BB38D2"/>
    <w:rsid w:val="00BB6165"/>
    <w:rsid w:val="00BC0C4F"/>
    <w:rsid w:val="00BC226E"/>
    <w:rsid w:val="00BC352B"/>
    <w:rsid w:val="00BC3D8A"/>
    <w:rsid w:val="00BC41F3"/>
    <w:rsid w:val="00BC473C"/>
    <w:rsid w:val="00BC4C4F"/>
    <w:rsid w:val="00BC6C3A"/>
    <w:rsid w:val="00BC6EEB"/>
    <w:rsid w:val="00BC7073"/>
    <w:rsid w:val="00BD1649"/>
    <w:rsid w:val="00BD47BF"/>
    <w:rsid w:val="00BD4B67"/>
    <w:rsid w:val="00BD6254"/>
    <w:rsid w:val="00BD782C"/>
    <w:rsid w:val="00BE0F9D"/>
    <w:rsid w:val="00BE217F"/>
    <w:rsid w:val="00BE2AEA"/>
    <w:rsid w:val="00BE341C"/>
    <w:rsid w:val="00BE4FD9"/>
    <w:rsid w:val="00BE5568"/>
    <w:rsid w:val="00BE61A4"/>
    <w:rsid w:val="00BE6305"/>
    <w:rsid w:val="00BE66E5"/>
    <w:rsid w:val="00BF127C"/>
    <w:rsid w:val="00BF3316"/>
    <w:rsid w:val="00BF3988"/>
    <w:rsid w:val="00C006D8"/>
    <w:rsid w:val="00C013D4"/>
    <w:rsid w:val="00C02BB6"/>
    <w:rsid w:val="00C05316"/>
    <w:rsid w:val="00C07655"/>
    <w:rsid w:val="00C07B90"/>
    <w:rsid w:val="00C07D94"/>
    <w:rsid w:val="00C10407"/>
    <w:rsid w:val="00C10D48"/>
    <w:rsid w:val="00C11108"/>
    <w:rsid w:val="00C12273"/>
    <w:rsid w:val="00C16834"/>
    <w:rsid w:val="00C17220"/>
    <w:rsid w:val="00C21CAF"/>
    <w:rsid w:val="00C22896"/>
    <w:rsid w:val="00C22C6C"/>
    <w:rsid w:val="00C25655"/>
    <w:rsid w:val="00C25A1F"/>
    <w:rsid w:val="00C260AC"/>
    <w:rsid w:val="00C27326"/>
    <w:rsid w:val="00C304C6"/>
    <w:rsid w:val="00C30B7D"/>
    <w:rsid w:val="00C310D3"/>
    <w:rsid w:val="00C31220"/>
    <w:rsid w:val="00C31499"/>
    <w:rsid w:val="00C3180D"/>
    <w:rsid w:val="00C34002"/>
    <w:rsid w:val="00C340B9"/>
    <w:rsid w:val="00C37546"/>
    <w:rsid w:val="00C41CDC"/>
    <w:rsid w:val="00C42439"/>
    <w:rsid w:val="00C44C06"/>
    <w:rsid w:val="00C461E4"/>
    <w:rsid w:val="00C47153"/>
    <w:rsid w:val="00C476CE"/>
    <w:rsid w:val="00C47BBE"/>
    <w:rsid w:val="00C50A5E"/>
    <w:rsid w:val="00C51189"/>
    <w:rsid w:val="00C521DC"/>
    <w:rsid w:val="00C52952"/>
    <w:rsid w:val="00C53967"/>
    <w:rsid w:val="00C53CB5"/>
    <w:rsid w:val="00C5548A"/>
    <w:rsid w:val="00C60E8B"/>
    <w:rsid w:val="00C61DB1"/>
    <w:rsid w:val="00C626D7"/>
    <w:rsid w:val="00C6396E"/>
    <w:rsid w:val="00C6593A"/>
    <w:rsid w:val="00C6678E"/>
    <w:rsid w:val="00C705B9"/>
    <w:rsid w:val="00C70CE9"/>
    <w:rsid w:val="00C72CFD"/>
    <w:rsid w:val="00C737AC"/>
    <w:rsid w:val="00C743D6"/>
    <w:rsid w:val="00C75536"/>
    <w:rsid w:val="00C762AD"/>
    <w:rsid w:val="00C76994"/>
    <w:rsid w:val="00C7705A"/>
    <w:rsid w:val="00C77675"/>
    <w:rsid w:val="00C80837"/>
    <w:rsid w:val="00C809AD"/>
    <w:rsid w:val="00C80CC5"/>
    <w:rsid w:val="00C8110D"/>
    <w:rsid w:val="00C82525"/>
    <w:rsid w:val="00C8444B"/>
    <w:rsid w:val="00C86456"/>
    <w:rsid w:val="00C86834"/>
    <w:rsid w:val="00C87330"/>
    <w:rsid w:val="00C8794C"/>
    <w:rsid w:val="00C90111"/>
    <w:rsid w:val="00C903D1"/>
    <w:rsid w:val="00C93E90"/>
    <w:rsid w:val="00C94BEF"/>
    <w:rsid w:val="00C951BA"/>
    <w:rsid w:val="00C954CE"/>
    <w:rsid w:val="00C95A6E"/>
    <w:rsid w:val="00C967A3"/>
    <w:rsid w:val="00C97939"/>
    <w:rsid w:val="00CA1579"/>
    <w:rsid w:val="00CA161A"/>
    <w:rsid w:val="00CA1C10"/>
    <w:rsid w:val="00CA2E19"/>
    <w:rsid w:val="00CA30E6"/>
    <w:rsid w:val="00CA3ABE"/>
    <w:rsid w:val="00CA4047"/>
    <w:rsid w:val="00CA4A5F"/>
    <w:rsid w:val="00CA4E2A"/>
    <w:rsid w:val="00CA64F4"/>
    <w:rsid w:val="00CA699D"/>
    <w:rsid w:val="00CB0354"/>
    <w:rsid w:val="00CB0806"/>
    <w:rsid w:val="00CB1E0B"/>
    <w:rsid w:val="00CB4B22"/>
    <w:rsid w:val="00CB5DC8"/>
    <w:rsid w:val="00CB5EE9"/>
    <w:rsid w:val="00CB6AE3"/>
    <w:rsid w:val="00CC0AF1"/>
    <w:rsid w:val="00CC6CE3"/>
    <w:rsid w:val="00CC7866"/>
    <w:rsid w:val="00CD0C01"/>
    <w:rsid w:val="00CD226B"/>
    <w:rsid w:val="00CD3718"/>
    <w:rsid w:val="00CD5330"/>
    <w:rsid w:val="00CD6A46"/>
    <w:rsid w:val="00CE08DC"/>
    <w:rsid w:val="00CE0C38"/>
    <w:rsid w:val="00CE2226"/>
    <w:rsid w:val="00CE31B6"/>
    <w:rsid w:val="00CE4797"/>
    <w:rsid w:val="00CE67D4"/>
    <w:rsid w:val="00CE6F6F"/>
    <w:rsid w:val="00CE786A"/>
    <w:rsid w:val="00CF0E9E"/>
    <w:rsid w:val="00CF1C0B"/>
    <w:rsid w:val="00D00DF0"/>
    <w:rsid w:val="00D03041"/>
    <w:rsid w:val="00D033C8"/>
    <w:rsid w:val="00D04CDB"/>
    <w:rsid w:val="00D05B23"/>
    <w:rsid w:val="00D0603E"/>
    <w:rsid w:val="00D062BD"/>
    <w:rsid w:val="00D06B13"/>
    <w:rsid w:val="00D07CB1"/>
    <w:rsid w:val="00D12BF8"/>
    <w:rsid w:val="00D12F2B"/>
    <w:rsid w:val="00D142F4"/>
    <w:rsid w:val="00D147BA"/>
    <w:rsid w:val="00D15214"/>
    <w:rsid w:val="00D16406"/>
    <w:rsid w:val="00D16572"/>
    <w:rsid w:val="00D22F27"/>
    <w:rsid w:val="00D27FAE"/>
    <w:rsid w:val="00D31880"/>
    <w:rsid w:val="00D31C3B"/>
    <w:rsid w:val="00D31C45"/>
    <w:rsid w:val="00D365F8"/>
    <w:rsid w:val="00D36B8A"/>
    <w:rsid w:val="00D36C26"/>
    <w:rsid w:val="00D36EAC"/>
    <w:rsid w:val="00D41678"/>
    <w:rsid w:val="00D43252"/>
    <w:rsid w:val="00D453CA"/>
    <w:rsid w:val="00D458C8"/>
    <w:rsid w:val="00D46510"/>
    <w:rsid w:val="00D47544"/>
    <w:rsid w:val="00D535DA"/>
    <w:rsid w:val="00D53A44"/>
    <w:rsid w:val="00D5426A"/>
    <w:rsid w:val="00D544AA"/>
    <w:rsid w:val="00D5459D"/>
    <w:rsid w:val="00D5482E"/>
    <w:rsid w:val="00D54E07"/>
    <w:rsid w:val="00D552EF"/>
    <w:rsid w:val="00D560EE"/>
    <w:rsid w:val="00D56553"/>
    <w:rsid w:val="00D56825"/>
    <w:rsid w:val="00D618B7"/>
    <w:rsid w:val="00D6213D"/>
    <w:rsid w:val="00D6310B"/>
    <w:rsid w:val="00D7145A"/>
    <w:rsid w:val="00D741C0"/>
    <w:rsid w:val="00D74B95"/>
    <w:rsid w:val="00D76D64"/>
    <w:rsid w:val="00D77ED1"/>
    <w:rsid w:val="00D80AA0"/>
    <w:rsid w:val="00D81298"/>
    <w:rsid w:val="00D84A9E"/>
    <w:rsid w:val="00D85297"/>
    <w:rsid w:val="00D85A3B"/>
    <w:rsid w:val="00D85DA9"/>
    <w:rsid w:val="00D8618A"/>
    <w:rsid w:val="00D86394"/>
    <w:rsid w:val="00D8747B"/>
    <w:rsid w:val="00D87AF3"/>
    <w:rsid w:val="00D90763"/>
    <w:rsid w:val="00D90C4B"/>
    <w:rsid w:val="00D94C33"/>
    <w:rsid w:val="00D9628D"/>
    <w:rsid w:val="00D97633"/>
    <w:rsid w:val="00D97CC6"/>
    <w:rsid w:val="00DA0D1D"/>
    <w:rsid w:val="00DA0FB5"/>
    <w:rsid w:val="00DA24EF"/>
    <w:rsid w:val="00DA2C55"/>
    <w:rsid w:val="00DA327D"/>
    <w:rsid w:val="00DA407C"/>
    <w:rsid w:val="00DA4BA6"/>
    <w:rsid w:val="00DA5DCC"/>
    <w:rsid w:val="00DA6296"/>
    <w:rsid w:val="00DB1996"/>
    <w:rsid w:val="00DB48F1"/>
    <w:rsid w:val="00DB5B3D"/>
    <w:rsid w:val="00DB788A"/>
    <w:rsid w:val="00DC10F6"/>
    <w:rsid w:val="00DC35A7"/>
    <w:rsid w:val="00DC36ED"/>
    <w:rsid w:val="00DC4AE4"/>
    <w:rsid w:val="00DC4FAA"/>
    <w:rsid w:val="00DC6AE9"/>
    <w:rsid w:val="00DC6B50"/>
    <w:rsid w:val="00DD23A4"/>
    <w:rsid w:val="00DD23B1"/>
    <w:rsid w:val="00DD63AA"/>
    <w:rsid w:val="00DD7825"/>
    <w:rsid w:val="00DD7892"/>
    <w:rsid w:val="00DE5FE6"/>
    <w:rsid w:val="00DE6CC6"/>
    <w:rsid w:val="00DE74FC"/>
    <w:rsid w:val="00DE75D8"/>
    <w:rsid w:val="00DF1EFA"/>
    <w:rsid w:val="00DF2636"/>
    <w:rsid w:val="00DF37C7"/>
    <w:rsid w:val="00DF4D4F"/>
    <w:rsid w:val="00DF58EA"/>
    <w:rsid w:val="00DF6633"/>
    <w:rsid w:val="00DF7B3B"/>
    <w:rsid w:val="00E00E1D"/>
    <w:rsid w:val="00E02896"/>
    <w:rsid w:val="00E05CD1"/>
    <w:rsid w:val="00E06633"/>
    <w:rsid w:val="00E12275"/>
    <w:rsid w:val="00E12606"/>
    <w:rsid w:val="00E15F3E"/>
    <w:rsid w:val="00E17C5D"/>
    <w:rsid w:val="00E20C80"/>
    <w:rsid w:val="00E21287"/>
    <w:rsid w:val="00E22937"/>
    <w:rsid w:val="00E26DB4"/>
    <w:rsid w:val="00E30444"/>
    <w:rsid w:val="00E305E9"/>
    <w:rsid w:val="00E30C24"/>
    <w:rsid w:val="00E320B8"/>
    <w:rsid w:val="00E32329"/>
    <w:rsid w:val="00E329BE"/>
    <w:rsid w:val="00E33640"/>
    <w:rsid w:val="00E3428B"/>
    <w:rsid w:val="00E347C6"/>
    <w:rsid w:val="00E441BA"/>
    <w:rsid w:val="00E44B64"/>
    <w:rsid w:val="00E45FB9"/>
    <w:rsid w:val="00E46898"/>
    <w:rsid w:val="00E47108"/>
    <w:rsid w:val="00E5192F"/>
    <w:rsid w:val="00E569A7"/>
    <w:rsid w:val="00E57349"/>
    <w:rsid w:val="00E60118"/>
    <w:rsid w:val="00E63C83"/>
    <w:rsid w:val="00E6579B"/>
    <w:rsid w:val="00E66B53"/>
    <w:rsid w:val="00E6770F"/>
    <w:rsid w:val="00E700B8"/>
    <w:rsid w:val="00E71478"/>
    <w:rsid w:val="00E735BB"/>
    <w:rsid w:val="00E73D41"/>
    <w:rsid w:val="00E7430E"/>
    <w:rsid w:val="00E75672"/>
    <w:rsid w:val="00E76124"/>
    <w:rsid w:val="00E76CB5"/>
    <w:rsid w:val="00E803BC"/>
    <w:rsid w:val="00E81B1C"/>
    <w:rsid w:val="00E835EE"/>
    <w:rsid w:val="00E83AF3"/>
    <w:rsid w:val="00E84792"/>
    <w:rsid w:val="00E862F6"/>
    <w:rsid w:val="00E90215"/>
    <w:rsid w:val="00E92126"/>
    <w:rsid w:val="00E94B37"/>
    <w:rsid w:val="00E960AB"/>
    <w:rsid w:val="00E960CE"/>
    <w:rsid w:val="00E961D3"/>
    <w:rsid w:val="00EA076A"/>
    <w:rsid w:val="00EA15A5"/>
    <w:rsid w:val="00EA22E2"/>
    <w:rsid w:val="00EA38E5"/>
    <w:rsid w:val="00EA40E5"/>
    <w:rsid w:val="00EA411C"/>
    <w:rsid w:val="00EA4D7F"/>
    <w:rsid w:val="00EA51FB"/>
    <w:rsid w:val="00EA55E6"/>
    <w:rsid w:val="00EA5A1A"/>
    <w:rsid w:val="00EA5BA8"/>
    <w:rsid w:val="00EA6CB4"/>
    <w:rsid w:val="00EB08A0"/>
    <w:rsid w:val="00EB0C1A"/>
    <w:rsid w:val="00EB3053"/>
    <w:rsid w:val="00EB3512"/>
    <w:rsid w:val="00EB423A"/>
    <w:rsid w:val="00EB5A2D"/>
    <w:rsid w:val="00EB5AF5"/>
    <w:rsid w:val="00EB6C84"/>
    <w:rsid w:val="00EB6FC6"/>
    <w:rsid w:val="00EB76B1"/>
    <w:rsid w:val="00EB7C34"/>
    <w:rsid w:val="00EC052E"/>
    <w:rsid w:val="00EC0E78"/>
    <w:rsid w:val="00EC2DD9"/>
    <w:rsid w:val="00EC30A2"/>
    <w:rsid w:val="00EC4BEF"/>
    <w:rsid w:val="00EC63CA"/>
    <w:rsid w:val="00EC75E5"/>
    <w:rsid w:val="00ED063D"/>
    <w:rsid w:val="00ED2953"/>
    <w:rsid w:val="00ED3909"/>
    <w:rsid w:val="00ED40E1"/>
    <w:rsid w:val="00ED4581"/>
    <w:rsid w:val="00ED4670"/>
    <w:rsid w:val="00ED53B0"/>
    <w:rsid w:val="00ED64AC"/>
    <w:rsid w:val="00ED6C82"/>
    <w:rsid w:val="00ED7978"/>
    <w:rsid w:val="00EE0C91"/>
    <w:rsid w:val="00EE0EC6"/>
    <w:rsid w:val="00EE1C3A"/>
    <w:rsid w:val="00EE2A2F"/>
    <w:rsid w:val="00EE39EF"/>
    <w:rsid w:val="00EE718A"/>
    <w:rsid w:val="00EF2716"/>
    <w:rsid w:val="00EF3BDD"/>
    <w:rsid w:val="00EF4561"/>
    <w:rsid w:val="00EF5487"/>
    <w:rsid w:val="00EF7E5B"/>
    <w:rsid w:val="00F00A22"/>
    <w:rsid w:val="00F0170D"/>
    <w:rsid w:val="00F02D33"/>
    <w:rsid w:val="00F06650"/>
    <w:rsid w:val="00F12099"/>
    <w:rsid w:val="00F16291"/>
    <w:rsid w:val="00F17240"/>
    <w:rsid w:val="00F1753C"/>
    <w:rsid w:val="00F21EB9"/>
    <w:rsid w:val="00F2358A"/>
    <w:rsid w:val="00F2527F"/>
    <w:rsid w:val="00F2545B"/>
    <w:rsid w:val="00F25E70"/>
    <w:rsid w:val="00F27949"/>
    <w:rsid w:val="00F305AE"/>
    <w:rsid w:val="00F30E0A"/>
    <w:rsid w:val="00F3219A"/>
    <w:rsid w:val="00F32B74"/>
    <w:rsid w:val="00F32CC8"/>
    <w:rsid w:val="00F32EA5"/>
    <w:rsid w:val="00F338E7"/>
    <w:rsid w:val="00F35128"/>
    <w:rsid w:val="00F3610E"/>
    <w:rsid w:val="00F36664"/>
    <w:rsid w:val="00F371DB"/>
    <w:rsid w:val="00F42F2C"/>
    <w:rsid w:val="00F47FC5"/>
    <w:rsid w:val="00F539F4"/>
    <w:rsid w:val="00F54392"/>
    <w:rsid w:val="00F553E8"/>
    <w:rsid w:val="00F55D7A"/>
    <w:rsid w:val="00F642B7"/>
    <w:rsid w:val="00F64941"/>
    <w:rsid w:val="00F64A5C"/>
    <w:rsid w:val="00F64F4C"/>
    <w:rsid w:val="00F658CB"/>
    <w:rsid w:val="00F669CD"/>
    <w:rsid w:val="00F67027"/>
    <w:rsid w:val="00F67A72"/>
    <w:rsid w:val="00F72804"/>
    <w:rsid w:val="00F72F9C"/>
    <w:rsid w:val="00F74EDE"/>
    <w:rsid w:val="00F75884"/>
    <w:rsid w:val="00F762CE"/>
    <w:rsid w:val="00F7659C"/>
    <w:rsid w:val="00F80332"/>
    <w:rsid w:val="00F80858"/>
    <w:rsid w:val="00F81323"/>
    <w:rsid w:val="00F826A3"/>
    <w:rsid w:val="00F83ADD"/>
    <w:rsid w:val="00F83DBF"/>
    <w:rsid w:val="00F84EA7"/>
    <w:rsid w:val="00F85812"/>
    <w:rsid w:val="00F85C5C"/>
    <w:rsid w:val="00F85EEF"/>
    <w:rsid w:val="00F85F20"/>
    <w:rsid w:val="00F867AF"/>
    <w:rsid w:val="00F8739E"/>
    <w:rsid w:val="00F932D1"/>
    <w:rsid w:val="00F93D8B"/>
    <w:rsid w:val="00F942A8"/>
    <w:rsid w:val="00F95771"/>
    <w:rsid w:val="00F95FAE"/>
    <w:rsid w:val="00FA1BC3"/>
    <w:rsid w:val="00FA427B"/>
    <w:rsid w:val="00FA4618"/>
    <w:rsid w:val="00FA60B0"/>
    <w:rsid w:val="00FA7B62"/>
    <w:rsid w:val="00FB1525"/>
    <w:rsid w:val="00FB1970"/>
    <w:rsid w:val="00FB282E"/>
    <w:rsid w:val="00FB2A5E"/>
    <w:rsid w:val="00FB30E3"/>
    <w:rsid w:val="00FB591E"/>
    <w:rsid w:val="00FB59A8"/>
    <w:rsid w:val="00FB5BBA"/>
    <w:rsid w:val="00FB6492"/>
    <w:rsid w:val="00FC0735"/>
    <w:rsid w:val="00FC75EC"/>
    <w:rsid w:val="00FD08A8"/>
    <w:rsid w:val="00FD1DBA"/>
    <w:rsid w:val="00FD2905"/>
    <w:rsid w:val="00FD3075"/>
    <w:rsid w:val="00FD3267"/>
    <w:rsid w:val="00FD4627"/>
    <w:rsid w:val="00FD6CF9"/>
    <w:rsid w:val="00FD783E"/>
    <w:rsid w:val="00FE174F"/>
    <w:rsid w:val="00FE1FCC"/>
    <w:rsid w:val="00FE22F6"/>
    <w:rsid w:val="00FE42B4"/>
    <w:rsid w:val="00FE483E"/>
    <w:rsid w:val="00FE4A28"/>
    <w:rsid w:val="00FE58C2"/>
    <w:rsid w:val="00FE5FF2"/>
    <w:rsid w:val="00FE6E3F"/>
    <w:rsid w:val="00FF13BD"/>
    <w:rsid w:val="00FF2142"/>
    <w:rsid w:val="00FF31DD"/>
    <w:rsid w:val="00FF3F54"/>
    <w:rsid w:val="00FF4B16"/>
    <w:rsid w:val="00FF4B80"/>
    <w:rsid w:val="00FF502E"/>
    <w:rsid w:val="00FF543E"/>
    <w:rsid w:val="00FF55B5"/>
    <w:rsid w:val="00FF5A71"/>
    <w:rsid w:val="00FF7E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EF5"/>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helfant\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125FFE33-2A45-4E42-A76A-74513B31D88A}">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1</TotalTime>
  <Pages>1</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MICDS</Company>
  <LinksUpToDate>false</LinksUpToDate>
  <CharactersWithSpaces>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whansen</dc:creator>
  <cp:keywords/>
  <dc:description/>
  <cp:lastModifiedBy>MICDS Student</cp:lastModifiedBy>
  <cp:revision>2</cp:revision>
  <dcterms:created xsi:type="dcterms:W3CDTF">2010-04-16T11:07:00Z</dcterms:created>
  <dcterms:modified xsi:type="dcterms:W3CDTF">2010-04-16T11:07:00Z</dcterms:modified>
</cp:coreProperties>
</file>